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652AA" w:rsidRDefault="00E652AA" w:rsidP="009D4566">
      <w:pPr>
        <w:pStyle w:val="Heading6"/>
        <w:rPr>
          <w:smallCaps/>
          <w:sz w:val="26"/>
          <w:szCs w:val="26"/>
          <w:lang w:val="pl-PL"/>
        </w:rPr>
      </w:pPr>
      <w:r>
        <w:rPr>
          <w:smallCaps/>
          <w:sz w:val="26"/>
          <w:szCs w:val="26"/>
          <w:lang w:val="pl-PL"/>
        </w:rPr>
        <w:t>ZAŁĄCZNIK  nr 1.</w:t>
      </w:r>
    </w:p>
    <w:p w:rsidR="00E652AA" w:rsidRDefault="00E652AA" w:rsidP="009D4566">
      <w:pPr>
        <w:pStyle w:val="Header"/>
        <w:tabs>
          <w:tab w:val="left" w:pos="708"/>
        </w:tabs>
        <w:spacing w:after="0"/>
        <w:ind w:left="6532"/>
        <w:jc w:val="center"/>
        <w:rPr>
          <w:rFonts w:ascii="Calibri" w:hAnsi="Calibri" w:cs="Calibri"/>
          <w:b/>
          <w:bCs/>
          <w:sz w:val="26"/>
          <w:szCs w:val="26"/>
          <w:lang w:val="pl-PL"/>
        </w:rPr>
      </w:pPr>
    </w:p>
    <w:p w:rsidR="00E652AA" w:rsidRDefault="00E652AA" w:rsidP="009D4566">
      <w:pPr>
        <w:pStyle w:val="Header"/>
        <w:tabs>
          <w:tab w:val="left" w:pos="708"/>
        </w:tabs>
        <w:spacing w:after="0"/>
        <w:jc w:val="right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i/>
          <w:iCs/>
          <w:sz w:val="26"/>
          <w:szCs w:val="26"/>
          <w:lang w:val="pl-PL"/>
        </w:rPr>
        <w:t>/Miejscowość/</w:t>
      </w:r>
      <w:r>
        <w:rPr>
          <w:rFonts w:ascii="Calibri" w:hAnsi="Calibri" w:cs="Calibri"/>
          <w:sz w:val="26"/>
          <w:szCs w:val="26"/>
          <w:lang w:val="pl-PL"/>
        </w:rPr>
        <w:t>……………….................., dnia</w:t>
      </w:r>
    </w:p>
    <w:p w:rsidR="00E652AA" w:rsidRDefault="00E652AA" w:rsidP="009D4566">
      <w:pPr>
        <w:spacing w:after="0" w:line="240" w:lineRule="exact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odyText2"/>
        <w:spacing w:after="0" w:line="360" w:lineRule="auto"/>
        <w:rPr>
          <w:rFonts w:ascii="Calibri" w:hAnsi="Calibri" w:cs="Calibri"/>
          <w:i/>
          <w:iCs/>
          <w:smallCaps/>
          <w:lang w:val="pl-PL"/>
        </w:rPr>
      </w:pPr>
      <w:r>
        <w:rPr>
          <w:rFonts w:ascii="Calibri" w:hAnsi="Calibri" w:cs="Calibri"/>
          <w:i/>
          <w:iCs/>
          <w:smallCaps/>
          <w:lang w:val="pl-PL"/>
        </w:rPr>
        <w:t>Formularz Oferty</w:t>
      </w:r>
    </w:p>
    <w:p w:rsidR="00E652AA" w:rsidRDefault="00E652AA" w:rsidP="009D4566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artek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  /pieczęć adresowa Wykonawcy/ </w:t>
      </w:r>
    </w:p>
    <w:p w:rsidR="00E652AA" w:rsidRDefault="00E652AA" w:rsidP="009D4566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spacing w:after="0" w:line="24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Dane dotyczące Zamawiającego: </w:t>
      </w:r>
      <w:r>
        <w:rPr>
          <w:rFonts w:ascii="Calibri" w:hAnsi="Calibri" w:cs="Calibri"/>
          <w:sz w:val="26"/>
          <w:szCs w:val="26"/>
          <w:lang w:val="pl-PL"/>
        </w:rPr>
        <w:tab/>
        <w:t>Port Lotniczy Gdańsk Sp. z o.o.</w:t>
      </w:r>
    </w:p>
    <w:p w:rsidR="00E652AA" w:rsidRDefault="00E652AA" w:rsidP="009D4566">
      <w:pPr>
        <w:spacing w:after="0" w:line="240" w:lineRule="auto"/>
        <w:ind w:left="3545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ul. Słowackiego 200, 80-298 Gdańsk</w:t>
      </w:r>
    </w:p>
    <w:p w:rsidR="00E652AA" w:rsidRDefault="00E652AA" w:rsidP="009D4566">
      <w:pPr>
        <w:pStyle w:val="Header"/>
        <w:tabs>
          <w:tab w:val="left" w:pos="708"/>
        </w:tabs>
        <w:spacing w:line="240" w:lineRule="auto"/>
        <w:ind w:left="1418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spacing w:after="0" w:line="24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Dane dotyczące Wykonawcy :</w:t>
      </w:r>
    </w:p>
    <w:p w:rsidR="00E652AA" w:rsidRDefault="00E652AA" w:rsidP="009D4566">
      <w:pPr>
        <w:pStyle w:val="Bartek"/>
        <w:spacing w:line="360" w:lineRule="atLeast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Nazwa:..............................................................................................................................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spacing w:line="360" w:lineRule="atLeast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Siedziba:...........................................................................................................................</w:t>
      </w:r>
      <w:r>
        <w:rPr>
          <w:rFonts w:ascii="Calibri" w:hAnsi="Calibri" w:cs="Calibri"/>
          <w:sz w:val="26"/>
          <w:szCs w:val="26"/>
          <w:lang w:val="pl-PL"/>
        </w:rPr>
        <w:br/>
        <w:t>Nr telefonu/faks...............................................................................................................</w:t>
      </w:r>
    </w:p>
    <w:p w:rsidR="00E652AA" w:rsidRDefault="00E652AA" w:rsidP="009D4566">
      <w:pPr>
        <w:pStyle w:val="Bartek"/>
        <w:spacing w:line="360" w:lineRule="atLeast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Nr NIP...............................................................................................................................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spacing w:line="360" w:lineRule="atLeast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Nr REGON.........................................................................................................................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spacing w:after="0"/>
        <w:ind w:right="-59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Odpowiadając na ogłoszenie w postępowaniu prowadzonym w trybie przetargu nieograniczonego na wykonanie zamówienia : </w:t>
      </w:r>
    </w:p>
    <w:p w:rsidR="00E652AA" w:rsidRDefault="00E652AA" w:rsidP="009D4566">
      <w:pPr>
        <w:spacing w:after="0"/>
        <w:ind w:right="-59"/>
        <w:jc w:val="both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spacing w:after="0"/>
        <w:ind w:right="-59"/>
        <w:jc w:val="center"/>
        <w:rPr>
          <w:rFonts w:ascii="Calibri" w:hAnsi="Calibri" w:cs="Calibri"/>
          <w:b/>
          <w:bCs/>
          <w:sz w:val="30"/>
          <w:szCs w:val="30"/>
          <w:lang w:val="pl-PL"/>
        </w:rPr>
      </w:pPr>
      <w:r>
        <w:rPr>
          <w:rFonts w:ascii="Calibri" w:hAnsi="Calibri" w:cs="Calibri"/>
          <w:b/>
          <w:bCs/>
          <w:sz w:val="30"/>
          <w:szCs w:val="30"/>
          <w:lang w:val="pl-PL"/>
        </w:rPr>
        <w:t>Przebudowa budynku Służby Ochrony Lotniska</w:t>
      </w:r>
    </w:p>
    <w:p w:rsidR="00E652AA" w:rsidRDefault="00E652AA" w:rsidP="009D4566">
      <w:pPr>
        <w:spacing w:after="0"/>
        <w:ind w:right="-59"/>
        <w:jc w:val="center"/>
        <w:rPr>
          <w:rFonts w:ascii="Calibri" w:hAnsi="Calibri" w:cs="Calibri"/>
          <w:sz w:val="28"/>
          <w:szCs w:val="28"/>
          <w:lang w:val="pl-PL"/>
        </w:rPr>
      </w:pPr>
    </w:p>
    <w:p w:rsidR="00E652AA" w:rsidRDefault="00E652AA" w:rsidP="009D4566">
      <w:pPr>
        <w:pStyle w:val="Bartek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 xml:space="preserve">zgodnie z wymaganiami określonymi w Specyfikacji Istotnych Warunków Zamówienia, zobowiązuję się wykonać przedmiot zamówienia: </w:t>
      </w:r>
    </w:p>
    <w:p w:rsidR="00E652AA" w:rsidRDefault="00E652AA" w:rsidP="009D4566">
      <w:pPr>
        <w:pStyle w:val="Bartek"/>
        <w:spacing w:before="120"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za cenę brutto ………………………………………………. zł</w:t>
      </w:r>
    </w:p>
    <w:p w:rsidR="00E652AA" w:rsidRDefault="00E652AA" w:rsidP="009D4566">
      <w:pPr>
        <w:spacing w:after="0" w:line="360" w:lineRule="auto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w tym podatek VAT, co daje kwotę podatku ………………………………………………. zł, oraz kwotę wynagrodzenia netto : ………………………………………………. zł.</w:t>
      </w:r>
    </w:p>
    <w:p w:rsidR="00E652AA" w:rsidRDefault="00E652AA" w:rsidP="009D4566">
      <w:pPr>
        <w:spacing w:after="0" w:line="360" w:lineRule="auto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w cenie oferty zostały uwzględnione wszystkie koszty związane z wykonaniem Zamówienia.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zapoznaliśmy się ze Specyfikacją Istotnych Warunków Zamówienia, nie wnosimy żadnych zastrzeżeń do jej treści oraz uzyskaliśmy informacje niezbędne do przygotowania oferty.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będziemy związani niniejszą ofertą przez 30 dni od terminu składania ofert.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Oświadczamy, że Wzór Umowy oraz załączniki do SIWZ zostały przez nas zaakceptowane i zobowiązujemy się - w przypadku wyboru naszej oferty do zawarcia Umowy w miejscu i terminie wyznaczonym przez Zamawiającego oraz na warunkach tam zawartych, oraz wnieść zabezpieczenie należytego wykonania umowy  w  wysokości ………………………………………………. 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Wadium w wysokości 25 000,-  złotych zostało wniesione w formie: ………………………………………………………………………………………………………… (dowód załączony do Oferty w sposób wymagany w rozdz. IX  SIWZ).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Przedmiot niniejszego Zamówienia wykonamy  w terminie przewidzianym w SIWZ.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Wyrażamy zgodę na warunki płatności określone we wzorze Umowy.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Na całość zrealizowanego przedmiotu Zamówienia udzielamy 5 letniej gwarancji.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Przedmiot Zamówienia zamierzamy zrealizować sami * / przy udziale podwykonawców*.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Następujące  części Zamówienia zamierzamy zlecić podwykonawcom:</w:t>
      </w:r>
    </w:p>
    <w:p w:rsidR="00E652AA" w:rsidRDefault="00E652AA" w:rsidP="009D4566">
      <w:pPr>
        <w:pStyle w:val="Bartek"/>
        <w:numPr>
          <w:ilvl w:val="0"/>
          <w:numId w:val="2"/>
        </w:numPr>
        <w:spacing w:after="120"/>
        <w:ind w:hanging="598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numPr>
          <w:ilvl w:val="0"/>
          <w:numId w:val="2"/>
        </w:numPr>
        <w:spacing w:after="120"/>
        <w:ind w:hanging="598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..............................................................................................................................;</w:t>
      </w:r>
    </w:p>
    <w:p w:rsidR="00E652AA" w:rsidRDefault="00E652AA" w:rsidP="009D4566">
      <w:pPr>
        <w:pStyle w:val="Bartek"/>
        <w:numPr>
          <w:ilvl w:val="0"/>
          <w:numId w:val="1"/>
        </w:numPr>
        <w:tabs>
          <w:tab w:val="num" w:pos="330"/>
        </w:tabs>
        <w:ind w:left="330" w:hanging="330"/>
        <w:jc w:val="both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Integralną częścią oferty są dokumenty:</w:t>
      </w:r>
    </w:p>
    <w:p w:rsidR="00E652AA" w:rsidRDefault="00E652AA" w:rsidP="009D4566">
      <w:pPr>
        <w:pStyle w:val="Bartek"/>
        <w:numPr>
          <w:ilvl w:val="0"/>
          <w:numId w:val="3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Tabela Elementów Scalonych wg wzoru podanego w załączniku nr6. do SIWZ.</w:t>
      </w:r>
    </w:p>
    <w:p w:rsidR="00E652AA" w:rsidRDefault="00E652AA" w:rsidP="009D4566">
      <w:pPr>
        <w:pStyle w:val="Bartek"/>
        <w:numPr>
          <w:ilvl w:val="0"/>
          <w:numId w:val="3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..............................................................................................................................;</w:t>
      </w:r>
    </w:p>
    <w:p w:rsidR="00E652AA" w:rsidRDefault="00E652AA" w:rsidP="009D4566">
      <w:pPr>
        <w:pStyle w:val="Bartek"/>
        <w:numPr>
          <w:ilvl w:val="0"/>
          <w:numId w:val="3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numPr>
          <w:ilvl w:val="0"/>
          <w:numId w:val="3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numPr>
          <w:ilvl w:val="0"/>
          <w:numId w:val="3"/>
        </w:numPr>
        <w:spacing w:after="120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...............................................................................................................................</w:t>
      </w:r>
    </w:p>
    <w:p w:rsidR="00E652AA" w:rsidRDefault="00E652AA" w:rsidP="009D4566">
      <w:pPr>
        <w:pStyle w:val="Bartek"/>
        <w:ind w:left="360"/>
        <w:jc w:val="both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</w:p>
    <w:p w:rsidR="00E652AA" w:rsidRDefault="00E652AA" w:rsidP="009D4566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...................................................</w:t>
      </w:r>
    </w:p>
    <w:p w:rsidR="00E652AA" w:rsidRDefault="00E652AA" w:rsidP="009D4566">
      <w:pPr>
        <w:pStyle w:val="Bartek"/>
        <w:ind w:left="3545"/>
        <w:jc w:val="center"/>
        <w:rPr>
          <w:rFonts w:ascii="Calibri" w:hAnsi="Calibri" w:cs="Calibri"/>
          <w:sz w:val="26"/>
          <w:szCs w:val="26"/>
          <w:lang w:val="pl-PL"/>
        </w:rPr>
      </w:pPr>
      <w:r>
        <w:rPr>
          <w:rFonts w:ascii="Calibri" w:hAnsi="Calibri" w:cs="Calibri"/>
          <w:sz w:val="26"/>
          <w:szCs w:val="26"/>
          <w:lang w:val="pl-PL"/>
        </w:rPr>
        <w:t>podpis osoby upoważnionej do reprezentacji Wykonawcy (-ców)</w:t>
      </w:r>
    </w:p>
    <w:p w:rsidR="00E652AA" w:rsidRDefault="00E652AA" w:rsidP="009D45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E652AA" w:rsidRDefault="00E652AA" w:rsidP="009D4566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pl-PL"/>
        </w:rPr>
      </w:pPr>
    </w:p>
    <w:p w:rsidR="00E652AA" w:rsidRDefault="00E652AA" w:rsidP="009D4566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E652AA" w:rsidRDefault="00E652AA" w:rsidP="009D4566">
      <w:pPr>
        <w:rPr>
          <w:rFonts w:ascii="Times New Roman" w:hAnsi="Times New Roman" w:cs="Times New Roman"/>
          <w:sz w:val="20"/>
          <w:szCs w:val="20"/>
          <w:lang w:val="pl-PL"/>
        </w:rPr>
      </w:pPr>
    </w:p>
    <w:p w:rsidR="00E652AA" w:rsidRPr="009D4566" w:rsidRDefault="00E652AA">
      <w:pPr>
        <w:rPr>
          <w:lang w:val="pl-PL"/>
        </w:rPr>
      </w:pPr>
    </w:p>
    <w:sectPr w:rsidR="00E652AA" w:rsidRPr="009D4566" w:rsidSect="00497CB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EE"/>
    <w:family w:val="swiss"/>
    <w:pitch w:val="variable"/>
    <w:sig w:usb0="20002A87" w:usb1="80000000" w:usb2="00000008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0310F3D"/>
    <w:multiLevelType w:val="hybridMultilevel"/>
    <w:tmpl w:val="7592DAA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>
    <w:nsid w:val="43A259E1"/>
    <w:multiLevelType w:val="hybridMultilevel"/>
    <w:tmpl w:val="C8D4E8C0"/>
    <w:lvl w:ilvl="0" w:tplc="C9B832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 w:val="0"/>
        <w:bCs w:val="0"/>
        <w:i w:val="0"/>
        <w:iCs w:val="0"/>
        <w:color w:val="auto"/>
        <w:sz w:val="24"/>
        <w:szCs w:val="24"/>
      </w:rPr>
    </w:lvl>
    <w:lvl w:ilvl="1" w:tplc="A83EDAD0">
      <w:start w:val="1"/>
      <w:numFmt w:val="decimal"/>
      <w:lvlText w:val="%2)"/>
      <w:lvlJc w:val="left"/>
      <w:pPr>
        <w:tabs>
          <w:tab w:val="num" w:pos="786"/>
        </w:tabs>
        <w:ind w:left="1070" w:hanging="284"/>
      </w:pPr>
      <w:rPr>
        <w:rFonts w:cs="Times New Roman"/>
      </w:rPr>
    </w:lvl>
    <w:lvl w:ilvl="2" w:tplc="422631B6">
      <w:start w:val="1"/>
      <w:numFmt w:val="lowerLetter"/>
      <w:lvlText w:val="%3)"/>
      <w:lvlJc w:val="left"/>
      <w:pPr>
        <w:tabs>
          <w:tab w:val="num" w:pos="1353"/>
        </w:tabs>
        <w:ind w:left="1409" w:hanging="340"/>
      </w:pPr>
      <w:rPr>
        <w:rFonts w:cs="Times New Roman"/>
      </w:rPr>
    </w:lvl>
    <w:lvl w:ilvl="3" w:tplc="40883002">
      <w:start w:val="2"/>
      <w:numFmt w:val="decimal"/>
      <w:lvlText w:val="%4)"/>
      <w:lvlJc w:val="left"/>
      <w:pPr>
        <w:tabs>
          <w:tab w:val="num" w:pos="786"/>
        </w:tabs>
        <w:ind w:left="1070" w:hanging="284"/>
      </w:pPr>
      <w:rPr>
        <w:rFonts w:cs="Times New Roman"/>
      </w:rPr>
    </w:lvl>
    <w:lvl w:ilvl="4" w:tplc="F1E6BC8E">
      <w:start w:val="6"/>
      <w:numFmt w:val="decimal"/>
      <w:lvlText w:val="%5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96"/>
        </w:tabs>
        <w:ind w:left="4396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116"/>
        </w:tabs>
        <w:ind w:left="5116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836"/>
        </w:tabs>
        <w:ind w:left="5836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556"/>
        </w:tabs>
        <w:ind w:left="6556" w:hanging="180"/>
      </w:pPr>
      <w:rPr>
        <w:rFonts w:cs="Times New Roman"/>
      </w:rPr>
    </w:lvl>
  </w:abstractNum>
  <w:abstractNum w:abstractNumId="2">
    <w:nsid w:val="78192C71"/>
    <w:multiLevelType w:val="hybridMultilevel"/>
    <w:tmpl w:val="8B9A3618"/>
    <w:lvl w:ilvl="0" w:tplc="04150017">
      <w:start w:val="1"/>
      <w:numFmt w:val="lowerLetter"/>
      <w:lvlText w:val="%1)"/>
      <w:lvlJc w:val="left"/>
      <w:pPr>
        <w:tabs>
          <w:tab w:val="num" w:pos="928"/>
        </w:tabs>
        <w:ind w:left="928" w:hanging="360"/>
      </w:pPr>
      <w:rPr>
        <w:rFonts w:cs="Times New Roman"/>
      </w:rPr>
    </w:lvl>
    <w:lvl w:ilvl="1" w:tplc="6820F694">
      <w:start w:val="12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  <w:lvlOverride w:ilvl="0">
      <w:startOverride w:val="1"/>
    </w:lvlOverride>
    <w:lvlOverride w:ilvl="1">
      <w:startOverride w:val="1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2"/>
    </w:lvlOverride>
    <w:lvlOverride w:ilvl="4">
      <w:startOverride w:val="6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D4566"/>
    <w:rsid w:val="00036190"/>
    <w:rsid w:val="0020573A"/>
    <w:rsid w:val="002B0AA9"/>
    <w:rsid w:val="00392F03"/>
    <w:rsid w:val="003A54E3"/>
    <w:rsid w:val="00497CBE"/>
    <w:rsid w:val="006734B5"/>
    <w:rsid w:val="009662DB"/>
    <w:rsid w:val="009D4566"/>
    <w:rsid w:val="009E4073"/>
    <w:rsid w:val="009F4E0C"/>
    <w:rsid w:val="00A017F9"/>
    <w:rsid w:val="00A44491"/>
    <w:rsid w:val="00E652AA"/>
    <w:rsid w:val="00FE60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4566"/>
    <w:pPr>
      <w:spacing w:after="200" w:line="276" w:lineRule="auto"/>
    </w:pPr>
    <w:rPr>
      <w:rFonts w:ascii="Arial" w:eastAsia="Times New Roman" w:hAnsi="Arial" w:cs="Arial"/>
      <w:lang w:val="en-US" w:eastAsia="en-US"/>
    </w:rPr>
  </w:style>
  <w:style w:type="paragraph" w:styleId="Heading6">
    <w:name w:val="heading 6"/>
    <w:basedOn w:val="Normal"/>
    <w:next w:val="Normal"/>
    <w:link w:val="Heading6Char"/>
    <w:uiPriority w:val="99"/>
    <w:qFormat/>
    <w:rsid w:val="009D4566"/>
    <w:pPr>
      <w:spacing w:after="0" w:line="268" w:lineRule="auto"/>
      <w:outlineLvl w:val="5"/>
    </w:pPr>
    <w:rPr>
      <w:rFonts w:ascii="Calibri" w:hAnsi="Calibri" w:cs="Calibri"/>
      <w:b/>
      <w:bCs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6Char">
    <w:name w:val="Heading 6 Char"/>
    <w:basedOn w:val="DefaultParagraphFont"/>
    <w:link w:val="Heading6"/>
    <w:uiPriority w:val="99"/>
    <w:semiHidden/>
    <w:locked/>
    <w:rsid w:val="009D4566"/>
    <w:rPr>
      <w:rFonts w:ascii="Calibri" w:hAnsi="Calibri" w:cs="Calibri"/>
      <w:b/>
      <w:bCs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rsid w:val="009D4566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9D4566"/>
    <w:rPr>
      <w:rFonts w:ascii="Arial" w:hAnsi="Arial" w:cs="Arial"/>
      <w:sz w:val="20"/>
      <w:szCs w:val="20"/>
      <w:lang w:val="en-US"/>
    </w:rPr>
  </w:style>
  <w:style w:type="character" w:customStyle="1" w:styleId="NagwekZnak">
    <w:name w:val="Nagłówek Znak"/>
    <w:basedOn w:val="DefaultParagraphFont"/>
    <w:link w:val="Header"/>
    <w:uiPriority w:val="99"/>
    <w:semiHidden/>
    <w:locked/>
    <w:rsid w:val="009D4566"/>
    <w:rPr>
      <w:rFonts w:ascii="Arial" w:hAnsi="Arial" w:cs="Arial"/>
      <w:lang w:val="en-US"/>
    </w:rPr>
  </w:style>
  <w:style w:type="paragraph" w:styleId="BodyText2">
    <w:name w:val="Body Text 2"/>
    <w:basedOn w:val="Normal"/>
    <w:link w:val="BodyText2Char"/>
    <w:uiPriority w:val="99"/>
    <w:semiHidden/>
    <w:rsid w:val="009D4566"/>
    <w:pPr>
      <w:jc w:val="center"/>
    </w:pPr>
    <w:rPr>
      <w:sz w:val="20"/>
      <w:szCs w:val="20"/>
    </w:r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D4566"/>
    <w:rPr>
      <w:rFonts w:ascii="Arial" w:hAnsi="Arial" w:cs="Arial"/>
      <w:sz w:val="20"/>
      <w:szCs w:val="20"/>
      <w:lang w:val="en-US"/>
    </w:rPr>
  </w:style>
  <w:style w:type="paragraph" w:customStyle="1" w:styleId="Bartek">
    <w:name w:val="Bartek"/>
    <w:basedOn w:val="Normal"/>
    <w:uiPriority w:val="99"/>
    <w:rsid w:val="009D4566"/>
    <w:pPr>
      <w:spacing w:after="0" w:line="240" w:lineRule="auto"/>
    </w:pPr>
    <w:rPr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40043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2</TotalTime>
  <Pages>2</Pages>
  <Words>514</Words>
  <Characters>3084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e.stangret</dc:creator>
  <cp:keywords/>
  <dc:description/>
  <cp:lastModifiedBy>Mariusz Sulkowski</cp:lastModifiedBy>
  <cp:revision>3</cp:revision>
  <dcterms:created xsi:type="dcterms:W3CDTF">2012-06-04T07:42:00Z</dcterms:created>
  <dcterms:modified xsi:type="dcterms:W3CDTF">2012-06-04T10:00:00Z</dcterms:modified>
</cp:coreProperties>
</file>